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3EF12C71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 xml:space="preserve">Server </w:t>
            </w:r>
            <w:r w:rsidR="001A02B4">
              <w:rPr>
                <w:rFonts w:asciiTheme="majorHAnsi" w:hAnsiTheme="majorHAnsi"/>
              </w:rPr>
              <w:t>pro virtualizaci</w:t>
            </w:r>
            <w:r w:rsidR="00B27318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A4731">
              <w:rPr>
                <w:rFonts w:asciiTheme="majorHAnsi" w:hAnsiTheme="majorHAnsi"/>
              </w:rPr>
              <w:t>a.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330ADD60" w:rsidR="00EF3BFB" w:rsidRPr="00167E06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1A478929" w:rsidR="00EF3BFB" w:rsidRPr="00EE2FE1" w:rsidRDefault="001A02B4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Server</w:t>
            </w:r>
            <w:r w:rsidR="001A473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pro zálohování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605B48">
              <w:rPr>
                <w:rFonts w:asciiTheme="majorHAnsi" w:hAnsiTheme="majorHAnsi"/>
              </w:rPr>
              <w:t>b.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50498E6" w:rsidR="00EF3BFB" w:rsidRPr="00167E06" w:rsidRDefault="00605B4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02B4" w:rsidRPr="00221465" w14:paraId="01D980B1" w14:textId="77777777" w:rsidTr="001A02B4">
        <w:trPr>
          <w:trHeight w:val="926"/>
        </w:trPr>
        <w:tc>
          <w:tcPr>
            <w:tcW w:w="2969" w:type="dxa"/>
          </w:tcPr>
          <w:p w14:paraId="027248F0" w14:textId="4A7335D9" w:rsidR="001A02B4" w:rsidRDefault="001A02B4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Diskové pole pro virtualizaci (položka c. dle Specifikace plnění)</w:t>
            </w:r>
          </w:p>
        </w:tc>
        <w:tc>
          <w:tcPr>
            <w:tcW w:w="2267" w:type="dxa"/>
          </w:tcPr>
          <w:p w14:paraId="7564DD14" w14:textId="2A2BB9F6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9823A74" w14:textId="6A89DE1E" w:rsidR="001A02B4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4093F98" w14:textId="6B0C5A83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02B4" w:rsidRPr="00221465" w14:paraId="006DE769" w14:textId="77777777" w:rsidTr="001A02B4">
        <w:trPr>
          <w:trHeight w:val="926"/>
        </w:trPr>
        <w:tc>
          <w:tcPr>
            <w:tcW w:w="2969" w:type="dxa"/>
          </w:tcPr>
          <w:p w14:paraId="3ADD38D3" w14:textId="2BB75F30" w:rsidR="001A02B4" w:rsidRDefault="001A02B4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Pásková knihovna (položka d. dle Specifikace plnění)</w:t>
            </w:r>
          </w:p>
        </w:tc>
        <w:tc>
          <w:tcPr>
            <w:tcW w:w="2267" w:type="dxa"/>
          </w:tcPr>
          <w:p w14:paraId="53D9D9DB" w14:textId="2426CDAE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67879347" w14:textId="34CB8955" w:rsidR="001A02B4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729FA23" w14:textId="7E236342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68C136C1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4D5AF60E" w:rsidR="006262F2" w:rsidRPr="000A3BD0" w:rsidRDefault="000A3BD0" w:rsidP="00A43547">
            <w:pPr>
              <w:keepLines/>
              <w:spacing w:before="120" w:after="120"/>
              <w:rPr>
                <w:rFonts w:asciiTheme="majorHAnsi" w:hAnsiTheme="majorHAnsi"/>
                <w:highlight w:val="yellow"/>
              </w:rPr>
            </w:pPr>
            <w:r w:rsidRPr="000A3BD0">
              <w:rPr>
                <w:rFonts w:ascii="Verdana" w:hAnsi="Verdana" w:cs="Calibri"/>
                <w:color w:val="000000"/>
              </w:rPr>
              <w:t>Vmware vSphere Foundation per core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17DDCB64" w:rsidR="006262F2" w:rsidRPr="00A43547" w:rsidRDefault="001C4FF7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64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64FBF134" w14:textId="77777777" w:rsidTr="00A43547">
        <w:tc>
          <w:tcPr>
            <w:tcW w:w="3397" w:type="dxa"/>
          </w:tcPr>
          <w:p w14:paraId="0A23675F" w14:textId="73CBCB21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4731" w:rsidRPr="00221465" w14:paraId="3F2F8D21" w14:textId="77777777" w:rsidTr="00A43547">
        <w:tc>
          <w:tcPr>
            <w:tcW w:w="3397" w:type="dxa"/>
          </w:tcPr>
          <w:p w14:paraId="7175ABD8" w14:textId="0681B5DD" w:rsidR="001A4731" w:rsidRPr="00FF65DD" w:rsidRDefault="001A4731" w:rsidP="001A473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1A4731" w:rsidRPr="00FF65DD" w:rsidRDefault="001A4731" w:rsidP="001A473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575E879E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</w:t>
            </w:r>
            <w:r w:rsidR="006078CB">
              <w:rPr>
                <w:rFonts w:asciiTheme="majorHAnsi" w:hAnsiTheme="majorHAnsi"/>
                <w:b/>
              </w:rPr>
              <w:t xml:space="preserve">celkových </w:t>
            </w:r>
            <w:r w:rsidRPr="00FF65DD">
              <w:rPr>
                <w:rFonts w:asciiTheme="majorHAnsi" w:hAnsiTheme="majorHAnsi"/>
                <w:b/>
              </w:rPr>
              <w:t xml:space="preserve">cen </w:t>
            </w:r>
            <w:r w:rsidR="006078CB">
              <w:rPr>
                <w:rFonts w:asciiTheme="majorHAnsi" w:hAnsiTheme="majorHAnsi"/>
                <w:b/>
              </w:rPr>
              <w:t xml:space="preserve">za HW a SW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7E4E5" w14:textId="77777777" w:rsidR="00C93BB9" w:rsidRDefault="00C93BB9" w:rsidP="00962258">
      <w:pPr>
        <w:spacing w:after="0" w:line="240" w:lineRule="auto"/>
      </w:pPr>
      <w:r>
        <w:separator/>
      </w:r>
    </w:p>
  </w:endnote>
  <w:endnote w:type="continuationSeparator" w:id="0">
    <w:p w14:paraId="09BFB119" w14:textId="77777777" w:rsidR="00C93BB9" w:rsidRDefault="00C93B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0384F" w14:textId="77777777" w:rsidR="00C93BB9" w:rsidRDefault="00C93BB9" w:rsidP="00962258">
      <w:pPr>
        <w:spacing w:after="0" w:line="240" w:lineRule="auto"/>
      </w:pPr>
      <w:r>
        <w:separator/>
      </w:r>
    </w:p>
  </w:footnote>
  <w:footnote w:type="continuationSeparator" w:id="0">
    <w:p w14:paraId="6FC59FD7" w14:textId="77777777" w:rsidR="00C93BB9" w:rsidRDefault="00C93B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1529081">
    <w:abstractNumId w:val="2"/>
  </w:num>
  <w:num w:numId="2" w16cid:durableId="1380208577">
    <w:abstractNumId w:val="1"/>
  </w:num>
  <w:num w:numId="3" w16cid:durableId="1210606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956178">
    <w:abstractNumId w:val="8"/>
  </w:num>
  <w:num w:numId="5" w16cid:durableId="1487284162">
    <w:abstractNumId w:val="3"/>
  </w:num>
  <w:num w:numId="6" w16cid:durableId="65302851">
    <w:abstractNumId w:val="4"/>
  </w:num>
  <w:num w:numId="7" w16cid:durableId="1277368407">
    <w:abstractNumId w:val="0"/>
  </w:num>
  <w:num w:numId="8" w16cid:durableId="132912767">
    <w:abstractNumId w:val="5"/>
  </w:num>
  <w:num w:numId="9" w16cid:durableId="1276405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698396">
    <w:abstractNumId w:val="4"/>
  </w:num>
  <w:num w:numId="11" w16cid:durableId="1817182404">
    <w:abstractNumId w:val="1"/>
  </w:num>
  <w:num w:numId="12" w16cid:durableId="1103309345">
    <w:abstractNumId w:val="4"/>
  </w:num>
  <w:num w:numId="13" w16cid:durableId="84421516">
    <w:abstractNumId w:val="4"/>
  </w:num>
  <w:num w:numId="14" w16cid:durableId="1957788604">
    <w:abstractNumId w:val="4"/>
  </w:num>
  <w:num w:numId="15" w16cid:durableId="626621886">
    <w:abstractNumId w:val="4"/>
  </w:num>
  <w:num w:numId="16" w16cid:durableId="698044038">
    <w:abstractNumId w:val="9"/>
  </w:num>
  <w:num w:numId="17" w16cid:durableId="26493554">
    <w:abstractNumId w:val="2"/>
  </w:num>
  <w:num w:numId="18" w16cid:durableId="1699966577">
    <w:abstractNumId w:val="9"/>
  </w:num>
  <w:num w:numId="19" w16cid:durableId="371611241">
    <w:abstractNumId w:val="9"/>
  </w:num>
  <w:num w:numId="20" w16cid:durableId="97797196">
    <w:abstractNumId w:val="9"/>
  </w:num>
  <w:num w:numId="21" w16cid:durableId="1981760545">
    <w:abstractNumId w:val="9"/>
  </w:num>
  <w:num w:numId="22" w16cid:durableId="145438167">
    <w:abstractNumId w:val="4"/>
  </w:num>
  <w:num w:numId="23" w16cid:durableId="290478911">
    <w:abstractNumId w:val="1"/>
  </w:num>
  <w:num w:numId="24" w16cid:durableId="2130276787">
    <w:abstractNumId w:val="4"/>
  </w:num>
  <w:num w:numId="25" w16cid:durableId="68887906">
    <w:abstractNumId w:val="4"/>
  </w:num>
  <w:num w:numId="26" w16cid:durableId="910308751">
    <w:abstractNumId w:val="4"/>
  </w:num>
  <w:num w:numId="27" w16cid:durableId="240530563">
    <w:abstractNumId w:val="4"/>
  </w:num>
  <w:num w:numId="28" w16cid:durableId="533154089">
    <w:abstractNumId w:val="9"/>
  </w:num>
  <w:num w:numId="29" w16cid:durableId="1395161458">
    <w:abstractNumId w:val="2"/>
  </w:num>
  <w:num w:numId="30" w16cid:durableId="2024937856">
    <w:abstractNumId w:val="9"/>
  </w:num>
  <w:num w:numId="31" w16cid:durableId="1969776531">
    <w:abstractNumId w:val="9"/>
  </w:num>
  <w:num w:numId="32" w16cid:durableId="1111707707">
    <w:abstractNumId w:val="9"/>
  </w:num>
  <w:num w:numId="33" w16cid:durableId="492140952">
    <w:abstractNumId w:val="9"/>
  </w:num>
  <w:num w:numId="34" w16cid:durableId="10874320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76217"/>
    <w:rsid w:val="000A3BD0"/>
    <w:rsid w:val="000A5132"/>
    <w:rsid w:val="000B7377"/>
    <w:rsid w:val="000E23A7"/>
    <w:rsid w:val="000E4423"/>
    <w:rsid w:val="0010693F"/>
    <w:rsid w:val="00114472"/>
    <w:rsid w:val="00122B10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A02B4"/>
    <w:rsid w:val="001A4731"/>
    <w:rsid w:val="001C4FF7"/>
    <w:rsid w:val="001E496E"/>
    <w:rsid w:val="00207DF5"/>
    <w:rsid w:val="002162E5"/>
    <w:rsid w:val="00220A81"/>
    <w:rsid w:val="002214AC"/>
    <w:rsid w:val="00280E07"/>
    <w:rsid w:val="00294529"/>
    <w:rsid w:val="002C31BF"/>
    <w:rsid w:val="002C3499"/>
    <w:rsid w:val="002D08B1"/>
    <w:rsid w:val="002D5A4E"/>
    <w:rsid w:val="002E0CD7"/>
    <w:rsid w:val="002F3625"/>
    <w:rsid w:val="003254A6"/>
    <w:rsid w:val="00341DCF"/>
    <w:rsid w:val="00357BC6"/>
    <w:rsid w:val="00394E99"/>
    <w:rsid w:val="003956C6"/>
    <w:rsid w:val="003A4A4D"/>
    <w:rsid w:val="003A59D4"/>
    <w:rsid w:val="003B71C1"/>
    <w:rsid w:val="003C473B"/>
    <w:rsid w:val="003D1756"/>
    <w:rsid w:val="003E694F"/>
    <w:rsid w:val="00403754"/>
    <w:rsid w:val="00407391"/>
    <w:rsid w:val="00421A01"/>
    <w:rsid w:val="00436802"/>
    <w:rsid w:val="00441430"/>
    <w:rsid w:val="0044160E"/>
    <w:rsid w:val="00450F07"/>
    <w:rsid w:val="0045338C"/>
    <w:rsid w:val="00453CD3"/>
    <w:rsid w:val="00460660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E7298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736B7"/>
    <w:rsid w:val="00575E5A"/>
    <w:rsid w:val="005B4097"/>
    <w:rsid w:val="005E1F0D"/>
    <w:rsid w:val="005F1404"/>
    <w:rsid w:val="00605B48"/>
    <w:rsid w:val="006078CB"/>
    <w:rsid w:val="0061068E"/>
    <w:rsid w:val="006200BE"/>
    <w:rsid w:val="006262F2"/>
    <w:rsid w:val="00631526"/>
    <w:rsid w:val="00656B8C"/>
    <w:rsid w:val="00660AD3"/>
    <w:rsid w:val="00677B7F"/>
    <w:rsid w:val="00687F64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0BDE"/>
    <w:rsid w:val="00743525"/>
    <w:rsid w:val="00752E66"/>
    <w:rsid w:val="0076286B"/>
    <w:rsid w:val="00766846"/>
    <w:rsid w:val="00770A13"/>
    <w:rsid w:val="0077673A"/>
    <w:rsid w:val="007846E1"/>
    <w:rsid w:val="007A08C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E07F4"/>
    <w:rsid w:val="009E128B"/>
    <w:rsid w:val="009E2658"/>
    <w:rsid w:val="009F392E"/>
    <w:rsid w:val="009F5320"/>
    <w:rsid w:val="00A43547"/>
    <w:rsid w:val="00A57B7F"/>
    <w:rsid w:val="00A6177B"/>
    <w:rsid w:val="00A66136"/>
    <w:rsid w:val="00A679DA"/>
    <w:rsid w:val="00A756D0"/>
    <w:rsid w:val="00A85755"/>
    <w:rsid w:val="00AA4CBB"/>
    <w:rsid w:val="00AA5BF0"/>
    <w:rsid w:val="00AA65FA"/>
    <w:rsid w:val="00AA7351"/>
    <w:rsid w:val="00AD056F"/>
    <w:rsid w:val="00AD079C"/>
    <w:rsid w:val="00AD6731"/>
    <w:rsid w:val="00AE22CB"/>
    <w:rsid w:val="00B15D0D"/>
    <w:rsid w:val="00B27318"/>
    <w:rsid w:val="00B432FD"/>
    <w:rsid w:val="00B75EE1"/>
    <w:rsid w:val="00B77481"/>
    <w:rsid w:val="00B8518B"/>
    <w:rsid w:val="00BD7E91"/>
    <w:rsid w:val="00C02D0A"/>
    <w:rsid w:val="00C03A6E"/>
    <w:rsid w:val="00C3693C"/>
    <w:rsid w:val="00C44F6A"/>
    <w:rsid w:val="00C47AE3"/>
    <w:rsid w:val="00C77857"/>
    <w:rsid w:val="00C93BB9"/>
    <w:rsid w:val="00CA146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E2192"/>
    <w:rsid w:val="00DE56F2"/>
    <w:rsid w:val="00DF116D"/>
    <w:rsid w:val="00DF3543"/>
    <w:rsid w:val="00E36C4A"/>
    <w:rsid w:val="00E421E1"/>
    <w:rsid w:val="00E564E8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B2543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212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Zadina Ondřej, Mgr.</cp:lastModifiedBy>
  <cp:revision>6</cp:revision>
  <cp:lastPrinted>2017-11-28T17:18:00Z</cp:lastPrinted>
  <dcterms:created xsi:type="dcterms:W3CDTF">2024-11-26T09:03:00Z</dcterms:created>
  <dcterms:modified xsi:type="dcterms:W3CDTF">2024-12-04T09:05:00Z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